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"/>
        <w:gridCol w:w="641"/>
        <w:gridCol w:w="4990"/>
        <w:gridCol w:w="4784"/>
        <w:gridCol w:w="4784"/>
      </w:tblGrid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A1DE8" w:rsidRPr="008E76C0" w:rsidRDefault="00EA1DE8" w:rsidP="00EA1DE8">
            <w:pPr>
              <w:jc w:val="center"/>
            </w:pPr>
            <w:r w:rsidRPr="008C4D16">
              <w:rPr>
                <w:b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9B6807" w:rsidRDefault="00EA1DE8" w:rsidP="00023FC2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>эксплуатация воздушной линии электропередачи</w:t>
            </w:r>
          </w:p>
          <w:p w:rsidR="0060772F" w:rsidRPr="00514A9C" w:rsidRDefault="00F63C2A" w:rsidP="00C02D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63C2A">
              <w:t xml:space="preserve"> </w:t>
            </w:r>
            <w:r w:rsidRPr="009B6807">
              <w:t>«</w:t>
            </w:r>
            <w:r w:rsidR="00F65357" w:rsidRPr="00F65357">
              <w:rPr>
                <w:u w:val="single"/>
              </w:rPr>
              <w:t xml:space="preserve">КТП ВЛ-6 кВ </w:t>
            </w:r>
            <w:r w:rsidR="00C02DD9">
              <w:rPr>
                <w:u w:val="single"/>
              </w:rPr>
              <w:t>Лесхоз ПС С</w:t>
            </w:r>
            <w:r w:rsidR="00F65357" w:rsidRPr="00F65357">
              <w:rPr>
                <w:u w:val="single"/>
              </w:rPr>
              <w:t>-</w:t>
            </w:r>
            <w:r w:rsidR="00C02DD9">
              <w:rPr>
                <w:u w:val="single"/>
              </w:rPr>
              <w:t>2</w:t>
            </w:r>
            <w:r w:rsidRPr="009B6807">
              <w:t>»</w:t>
            </w:r>
          </w:p>
        </w:tc>
      </w:tr>
      <w:tr w:rsidR="00EB62A9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№ п/п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Единое землепользование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CB2D31" w:rsidRDefault="00147867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CB1CC8" w:rsidRDefault="00C02DD9" w:rsidP="00F6535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61:18:0600016:129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C02DD9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DD9" w:rsidRPr="00CB2D31" w:rsidRDefault="00C02DD9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DD9" w:rsidRDefault="00C02DD9" w:rsidP="00F653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 61:18:0080201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DD9" w:rsidRPr="007B2D4D" w:rsidRDefault="00C02DD9" w:rsidP="00775E5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61:18:0600016:1</w:t>
            </w:r>
          </w:p>
        </w:tc>
      </w:tr>
      <w:tr w:rsidR="00C02DD9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DD9" w:rsidRPr="00CB2D31" w:rsidRDefault="00C02DD9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DD9" w:rsidRDefault="00C02DD9" w:rsidP="00F653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61:18:0600013:4</w:t>
            </w:r>
            <w:bookmarkStart w:id="0" w:name="_GoBack"/>
            <w:bookmarkEnd w:id="0"/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DD9" w:rsidRPr="007B2D4D" w:rsidRDefault="00C02DD9" w:rsidP="00775E54">
            <w:pPr>
              <w:rPr>
                <w:color w:val="000000"/>
                <w:sz w:val="22"/>
              </w:rPr>
            </w:pPr>
          </w:p>
        </w:tc>
      </w:tr>
      <w:tr w:rsidR="007B2D4D" w:rsidRPr="005C4110" w:rsidTr="00C27FDF">
        <w:tc>
          <w:tcPr>
            <w:tcW w:w="10421" w:type="dxa"/>
            <w:gridSpan w:val="4"/>
            <w:vAlign w:val="center"/>
          </w:tcPr>
          <w:p w:rsidR="00B41711" w:rsidRDefault="00B41711" w:rsidP="00F47E83">
            <w:pPr>
              <w:jc w:val="center"/>
            </w:pPr>
          </w:p>
          <w:p w:rsidR="007B2D4D" w:rsidRPr="00F47E83" w:rsidRDefault="007B2D4D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с </w:t>
            </w:r>
            <w:r w:rsidR="00192CF9">
              <w:rPr>
                <w:b/>
              </w:rPr>
              <w:t>27.09</w:t>
            </w:r>
            <w:r w:rsidR="00BA65AD">
              <w:rPr>
                <w:b/>
              </w:rPr>
              <w:t>.</w:t>
            </w:r>
            <w:r w:rsidR="00F63C2A">
              <w:rPr>
                <w:b/>
              </w:rPr>
              <w:t>202</w:t>
            </w:r>
            <w:r w:rsidR="00192CF9">
              <w:rPr>
                <w:b/>
              </w:rPr>
              <w:t>3</w:t>
            </w:r>
            <w:r w:rsidRPr="00EB62A9">
              <w:rPr>
                <w:b/>
              </w:rPr>
              <w:t xml:space="preserve"> по </w:t>
            </w:r>
            <w:r w:rsidR="00192CF9">
              <w:rPr>
                <w:b/>
              </w:rPr>
              <w:t>11.10</w:t>
            </w:r>
            <w:r w:rsidR="00F63C2A">
              <w:rPr>
                <w:b/>
              </w:rPr>
              <w:t>.202</w:t>
            </w:r>
            <w:r w:rsidR="00192CF9">
              <w:rPr>
                <w:b/>
              </w:rPr>
              <w:t>3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:rsidR="007B2D4D" w:rsidRDefault="007B2D4D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:rsidR="007B2D4D" w:rsidRDefault="007B2D4D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Pr="00EB62A9">
              <w:t xml:space="preserve"> Перерыв с 12-00 до 13-00 </w:t>
            </w:r>
          </w:p>
          <w:p w:rsidR="007B2D4D" w:rsidRPr="00EB62A9" w:rsidRDefault="007B2D4D" w:rsidP="00EA1DE8">
            <w:pPr>
              <w:jc w:val="center"/>
            </w:pPr>
          </w:p>
        </w:tc>
        <w:tc>
          <w:tcPr>
            <w:tcW w:w="4784" w:type="dxa"/>
            <w:vAlign w:val="bottom"/>
          </w:tcPr>
          <w:p w:rsidR="007B2D4D" w:rsidRPr="002355C5" w:rsidRDefault="007B2D4D" w:rsidP="00B558C9"/>
        </w:tc>
      </w:tr>
      <w:tr w:rsidR="007B2D4D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:rsidR="007B2D4D" w:rsidRPr="00EA1DE8" w:rsidRDefault="007B2D4D" w:rsidP="00EB62A9">
            <w:pPr>
              <w:jc w:val="center"/>
              <w:rPr>
                <w:rFonts w:eastAsia="TimesNewRomanPSMT"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EB62A9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«Россети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:rsidR="000B4C6E" w:rsidRPr="00EA1DE8" w:rsidRDefault="000B4C6E"/>
    <w:sectPr w:rsidR="000B4C6E" w:rsidRPr="00EA1DE8" w:rsidSect="00EA1D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6D89"/>
    <w:rsid w:val="001E2885"/>
    <w:rsid w:val="001E5D17"/>
    <w:rsid w:val="00206E2E"/>
    <w:rsid w:val="00213967"/>
    <w:rsid w:val="002355C5"/>
    <w:rsid w:val="002940C8"/>
    <w:rsid w:val="002D6E93"/>
    <w:rsid w:val="002E429D"/>
    <w:rsid w:val="00312F7D"/>
    <w:rsid w:val="003244DF"/>
    <w:rsid w:val="00351CBE"/>
    <w:rsid w:val="00352919"/>
    <w:rsid w:val="003B0177"/>
    <w:rsid w:val="003D17F3"/>
    <w:rsid w:val="003F6627"/>
    <w:rsid w:val="0046345D"/>
    <w:rsid w:val="00514A9C"/>
    <w:rsid w:val="005542AC"/>
    <w:rsid w:val="00585190"/>
    <w:rsid w:val="005A387C"/>
    <w:rsid w:val="005F43A8"/>
    <w:rsid w:val="0060225A"/>
    <w:rsid w:val="0060772F"/>
    <w:rsid w:val="00613FD5"/>
    <w:rsid w:val="00627E19"/>
    <w:rsid w:val="00627F57"/>
    <w:rsid w:val="006B2829"/>
    <w:rsid w:val="00747294"/>
    <w:rsid w:val="007B2D4D"/>
    <w:rsid w:val="00864FE5"/>
    <w:rsid w:val="00883C37"/>
    <w:rsid w:val="008A1B40"/>
    <w:rsid w:val="008D4BD4"/>
    <w:rsid w:val="009035B8"/>
    <w:rsid w:val="0097430C"/>
    <w:rsid w:val="009B6807"/>
    <w:rsid w:val="00A432DE"/>
    <w:rsid w:val="00A46C04"/>
    <w:rsid w:val="00A66B29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02DD9"/>
    <w:rsid w:val="00C27FDF"/>
    <w:rsid w:val="00CB1CC8"/>
    <w:rsid w:val="00CB2D31"/>
    <w:rsid w:val="00DA3DF4"/>
    <w:rsid w:val="00DB3895"/>
    <w:rsid w:val="00E8673B"/>
    <w:rsid w:val="00EA1DE8"/>
    <w:rsid w:val="00EB62A9"/>
    <w:rsid w:val="00F02581"/>
    <w:rsid w:val="00F10E84"/>
    <w:rsid w:val="00F15580"/>
    <w:rsid w:val="00F47E83"/>
    <w:rsid w:val="00F63C2A"/>
    <w:rsid w:val="00F65357"/>
    <w:rsid w:val="00F77F41"/>
    <w:rsid w:val="00F92EDB"/>
    <w:rsid w:val="00FA3E44"/>
    <w:rsid w:val="00FD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Татьяна</cp:lastModifiedBy>
  <cp:revision>2</cp:revision>
  <cp:lastPrinted>2023-09-22T09:57:00Z</cp:lastPrinted>
  <dcterms:created xsi:type="dcterms:W3CDTF">2023-09-26T11:25:00Z</dcterms:created>
  <dcterms:modified xsi:type="dcterms:W3CDTF">2023-09-26T11:25:00Z</dcterms:modified>
</cp:coreProperties>
</file>